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-340" w:firstLine="304" w:firstLineChars="10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</w:rPr>
        <w:t>附件</w:t>
      </w:r>
      <w:r>
        <w:rPr>
          <w:rFonts w:ascii="黑体" w:eastAsia="黑体" w:cs="黑体"/>
          <w:spacing w:val="-8"/>
          <w:kern w:val="0"/>
          <w:sz w:val="32"/>
          <w:szCs w:val="32"/>
        </w:rPr>
        <w:t>5</w:t>
      </w:r>
    </w:p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镇（乡）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村撂荒耕地复耕复种粮食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资金发放情况公示</w:t>
      </w:r>
    </w:p>
    <w:p>
      <w:pPr>
        <w:pStyle w:val="2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根据《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年始兴县撂荒耕地复耕复种粮食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方案》要求，为强化社会监督，增强补助公开性和透明性，经核实，现将拟补助情况予以公示，公示期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7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天（从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日至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日），望社会各界积极参与监督。如有异议，请在公示期内向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村委会反映（联系人：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，电话：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XXXXXXXXX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）。公示期满无异议，按程序发放激励资金。</w:t>
      </w: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附件：始兴县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年村级撂荒耕地复耕复种粮食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资金汇</w:t>
      </w:r>
    </w:p>
    <w:p>
      <w:pPr>
        <w:pStyle w:val="5"/>
        <w:autoSpaceDN w:val="0"/>
        <w:spacing w:line="560" w:lineRule="exact"/>
        <w:ind w:left="1277" w:leftChars="608" w:firstLine="160" w:firstLineChars="5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总表</w:t>
      </w: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widowControl/>
        <w:snapToGrid w:val="0"/>
        <w:spacing w:line="560" w:lineRule="exact"/>
        <w:ind w:firstLine="3680" w:firstLineChars="115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村民委员会（盖章）</w:t>
      </w:r>
    </w:p>
    <w:p>
      <w:pPr>
        <w:widowControl/>
        <w:snapToGrid w:val="0"/>
        <w:spacing w:line="560" w:lineRule="exact"/>
        <w:ind w:firstLine="4640" w:firstLineChars="145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日</w:t>
      </w: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3640" w:firstLineChars="130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E5YjJiNThhMzhmZmZiOGZiNDY4NjFmOWZlMzY1OTgifQ=="/>
  </w:docVars>
  <w:rsids>
    <w:rsidRoot w:val="00F84338"/>
    <w:rsid w:val="00013945"/>
    <w:rsid w:val="00346CD4"/>
    <w:rsid w:val="005676F8"/>
    <w:rsid w:val="005F7595"/>
    <w:rsid w:val="007649D9"/>
    <w:rsid w:val="009C6473"/>
    <w:rsid w:val="00A713EE"/>
    <w:rsid w:val="00BE624D"/>
    <w:rsid w:val="00C66C17"/>
    <w:rsid w:val="00F84338"/>
    <w:rsid w:val="024C6D67"/>
    <w:rsid w:val="02CE606D"/>
    <w:rsid w:val="04AB05D2"/>
    <w:rsid w:val="05C94B07"/>
    <w:rsid w:val="063C11E9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F073C"/>
    <w:rsid w:val="0FC918DB"/>
    <w:rsid w:val="101F6EA6"/>
    <w:rsid w:val="10D004CA"/>
    <w:rsid w:val="111B63A8"/>
    <w:rsid w:val="11EF7FAF"/>
    <w:rsid w:val="122D32EF"/>
    <w:rsid w:val="13FC00EF"/>
    <w:rsid w:val="1410156B"/>
    <w:rsid w:val="145B1C3D"/>
    <w:rsid w:val="1513269F"/>
    <w:rsid w:val="15CE63CB"/>
    <w:rsid w:val="163F0033"/>
    <w:rsid w:val="1649069B"/>
    <w:rsid w:val="168D6EE3"/>
    <w:rsid w:val="16DD7980"/>
    <w:rsid w:val="17533939"/>
    <w:rsid w:val="17A27220"/>
    <w:rsid w:val="17D32CF3"/>
    <w:rsid w:val="1A4B1ACA"/>
    <w:rsid w:val="1AD63A54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24972FC"/>
    <w:rsid w:val="22C04305"/>
    <w:rsid w:val="2382709E"/>
    <w:rsid w:val="23BB6BAD"/>
    <w:rsid w:val="2475296C"/>
    <w:rsid w:val="24A4448A"/>
    <w:rsid w:val="24A83A5D"/>
    <w:rsid w:val="251D771D"/>
    <w:rsid w:val="25A01160"/>
    <w:rsid w:val="26F81AC8"/>
    <w:rsid w:val="28D92298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56D11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2343ED1"/>
    <w:rsid w:val="429366F1"/>
    <w:rsid w:val="43551B18"/>
    <w:rsid w:val="43B97D15"/>
    <w:rsid w:val="474618DF"/>
    <w:rsid w:val="48CF1297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3305ACF"/>
    <w:rsid w:val="53B325F1"/>
    <w:rsid w:val="53FB5E44"/>
    <w:rsid w:val="547326FD"/>
    <w:rsid w:val="54A30DC9"/>
    <w:rsid w:val="56860E4C"/>
    <w:rsid w:val="56AD2159"/>
    <w:rsid w:val="56D64D1B"/>
    <w:rsid w:val="571171F4"/>
    <w:rsid w:val="57534248"/>
    <w:rsid w:val="58044F28"/>
    <w:rsid w:val="581D7CF0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C910BA"/>
    <w:rsid w:val="71DD568E"/>
    <w:rsid w:val="72D178FC"/>
    <w:rsid w:val="730F00DB"/>
    <w:rsid w:val="734B1C05"/>
    <w:rsid w:val="73980638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5901E7"/>
    <w:rsid w:val="7DB05D8A"/>
    <w:rsid w:val="7DF65449"/>
    <w:rsid w:val="7EB20DF3"/>
    <w:rsid w:val="7F0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</w:rPr>
  </w:style>
  <w:style w:type="paragraph" w:customStyle="1" w:styleId="5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211</Words>
  <Characters>236</Characters>
  <Lines>0</Lines>
  <Paragraphs>0</Paragraphs>
  <TotalTime>3</TotalTime>
  <ScaleCrop>false</ScaleCrop>
  <LinksUpToDate>false</LinksUpToDate>
  <CharactersWithSpaces>270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2023-03-17T08:18:00Z</cp:lastPrinted>
  <dcterms:modified xsi:type="dcterms:W3CDTF">2023-04-07T09:00:27Z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0F716A86AE834F258F95C49CE6530433</vt:lpwstr>
  </property>
</Properties>
</file>